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FB" w:rsidRDefault="002062F0">
      <w:bookmarkStart w:id="0" w:name="_GoBack"/>
      <w:r>
        <w:rPr>
          <w:noProof/>
          <w:lang w:eastAsia="ru-RU"/>
        </w:rPr>
        <w:drawing>
          <wp:inline distT="0" distB="0" distL="0" distR="0">
            <wp:extent cx="5939155" cy="4780280"/>
            <wp:effectExtent l="0" t="0" r="444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478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A6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2F0"/>
    <w:rsid w:val="001A75CF"/>
    <w:rsid w:val="002062F0"/>
    <w:rsid w:val="005F587A"/>
    <w:rsid w:val="00EF0D6A"/>
    <w:rsid w:val="00FA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35CCEB0F.dotm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Подмарев Валерий Николаевич</dc:creator>
  <cp:lastModifiedBy>Подмарев Валерий Николаевич</cp:lastModifiedBy>
  <cp:revision>1</cp:revision>
  <dcterms:created xsi:type="dcterms:W3CDTF">2021-05-11T09:36:00Z</dcterms:created>
  <dcterms:modified xsi:type="dcterms:W3CDTF">2021-05-11T09:39:00Z</dcterms:modified>
</cp:coreProperties>
</file>